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54" w:rsidRPr="00D4572C" w:rsidRDefault="00A03254" w:rsidP="00F41CF2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hAnsi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A03254" w:rsidRDefault="00A03254" w:rsidP="00F41CF2">
      <w:pPr>
        <w:pStyle w:val="Default"/>
        <w:jc w:val="center"/>
        <w:rPr>
          <w:b/>
          <w:bCs/>
        </w:rPr>
      </w:pPr>
      <w:r w:rsidRPr="00D4572C">
        <w:rPr>
          <w:b/>
          <w:bCs/>
          <w:lang w:eastAsia="ru-RU"/>
        </w:rPr>
        <w:t>Школьный этап. 2018-19 уч.г.</w:t>
      </w:r>
    </w:p>
    <w:p w:rsidR="00A03254" w:rsidRDefault="00A03254" w:rsidP="00F41CF2">
      <w:pPr>
        <w:pStyle w:val="Default"/>
        <w:jc w:val="center"/>
        <w:rPr>
          <w:b/>
          <w:bCs/>
        </w:rPr>
      </w:pPr>
    </w:p>
    <w:p w:rsidR="00A03254" w:rsidRDefault="00A03254" w:rsidP="00F41CF2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УСТНОГО ТУРА, 5-6 класс</w:t>
      </w:r>
    </w:p>
    <w:p w:rsidR="00A03254" w:rsidRDefault="00A03254" w:rsidP="00F41CF2">
      <w:pPr>
        <w:pStyle w:val="Default"/>
        <w:jc w:val="center"/>
        <w:rPr>
          <w:b/>
          <w:bCs/>
        </w:rPr>
      </w:pPr>
    </w:p>
    <w:p w:rsidR="00A03254" w:rsidRDefault="00A03254" w:rsidP="00F41CF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A03254" w:rsidRDefault="00A03254" w:rsidP="00F41CF2">
      <w:pPr>
        <w:rPr>
          <w:rFonts w:ascii="Times New Roman" w:hAnsi="Times New Roman"/>
        </w:rPr>
      </w:pPr>
    </w:p>
    <w:p w:rsidR="00A03254" w:rsidRDefault="00A03254" w:rsidP="00F41C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349" w:type="dxa"/>
        <w:tblCellSpacing w:w="0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828"/>
        <w:gridCol w:w="2693"/>
        <w:gridCol w:w="1985"/>
        <w:gridCol w:w="1843"/>
      </w:tblGrid>
      <w:tr w:rsidR="00A03254" w:rsidRPr="00F85F00" w:rsidTr="00F41CF2">
        <w:trPr>
          <w:trHeight w:val="783"/>
          <w:tblCellSpacing w:w="0" w:type="dxa"/>
        </w:trPr>
        <w:tc>
          <w:tcPr>
            <w:tcW w:w="3828" w:type="dxa"/>
            <w:shd w:val="clear" w:color="auto" w:fill="FFFFFF"/>
            <w:vAlign w:val="center"/>
          </w:tcPr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693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Лексическое оформление речи</w:t>
            </w:r>
          </w:p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5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843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A03254" w:rsidRPr="00F85F00" w:rsidTr="008F61E9">
        <w:trPr>
          <w:trHeight w:val="1739"/>
          <w:tblCellSpacing w:w="0" w:type="dxa"/>
        </w:trPr>
        <w:tc>
          <w:tcPr>
            <w:tcW w:w="3828" w:type="dxa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4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 w:rsidRPr="00F85F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Выступление имеет введение и заключение</w:t>
            </w:r>
            <w:r w:rsidRPr="00F85F00">
              <w:rPr>
                <w:rFonts w:ascii="Times New Roman" w:hAnsi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A03254" w:rsidRPr="00F85F00" w:rsidTr="008F61E9">
        <w:trPr>
          <w:trHeight w:val="1470"/>
          <w:tblCellSpacing w:w="0" w:type="dxa"/>
        </w:trPr>
        <w:tc>
          <w:tcPr>
            <w:tcW w:w="3828" w:type="dxa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3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 w:rsidRPr="00F85F00">
              <w:rPr>
                <w:rFonts w:ascii="Times New Roman" w:hAnsi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693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254" w:rsidRPr="00F85F00" w:rsidTr="008F61E9">
        <w:trPr>
          <w:trHeight w:val="1324"/>
          <w:tblCellSpacing w:w="0" w:type="dxa"/>
        </w:trPr>
        <w:tc>
          <w:tcPr>
            <w:tcW w:w="3828" w:type="dxa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2 балла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</w:t>
            </w:r>
            <w:bookmarkStart w:id="0" w:name="_GoBack"/>
            <w:bookmarkEnd w:id="0"/>
            <w:r w:rsidRPr="00F85F00">
              <w:rPr>
                <w:rFonts w:ascii="Times New Roman" w:hAnsi="Times New Roman"/>
                <w:sz w:val="20"/>
                <w:szCs w:val="20"/>
              </w:rPr>
              <w:t>я неточности в их употреблении.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A03254" w:rsidRPr="00F85F00" w:rsidRDefault="00A03254" w:rsidP="00620C23">
            <w:pPr>
              <w:spacing w:after="0" w:line="240" w:lineRule="auto"/>
            </w:pPr>
            <w:r w:rsidRPr="00F85F00">
              <w:rPr>
                <w:rFonts w:ascii="Times New Roman" w:hAnsi="Times New Roman"/>
                <w:sz w:val="20"/>
                <w:szCs w:val="20"/>
              </w:rPr>
              <w:t>В речи участника присутствуют грамматические ошибки, не затрудняющие понимания или используются однообразные грамматические конструкции.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1 балл</w:t>
            </w:r>
          </w:p>
          <w:p w:rsidR="00A03254" w:rsidRPr="00F85F00" w:rsidRDefault="00A03254" w:rsidP="00620C23">
            <w:pPr>
              <w:spacing w:after="0" w:line="240" w:lineRule="auto"/>
            </w:pPr>
            <w:r w:rsidRPr="00F85F00">
              <w:rPr>
                <w:rFonts w:ascii="Times New Roman" w:hAnsi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A03254" w:rsidRPr="00F85F00" w:rsidTr="008F61E9">
        <w:trPr>
          <w:trHeight w:val="315"/>
          <w:tblCellSpacing w:w="0" w:type="dxa"/>
        </w:trPr>
        <w:tc>
          <w:tcPr>
            <w:tcW w:w="3828" w:type="dxa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1 балл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693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</w:pPr>
          </w:p>
        </w:tc>
        <w:tc>
          <w:tcPr>
            <w:tcW w:w="1843" w:type="dxa"/>
            <w:vMerge/>
            <w:vAlign w:val="center"/>
          </w:tcPr>
          <w:p w:rsidR="00A03254" w:rsidRPr="00F85F00" w:rsidRDefault="00A03254" w:rsidP="00620C23">
            <w:pPr>
              <w:spacing w:after="0" w:line="240" w:lineRule="auto"/>
            </w:pPr>
          </w:p>
        </w:tc>
      </w:tr>
      <w:tr w:rsidR="00A03254" w:rsidRPr="00F85F00" w:rsidTr="008F61E9">
        <w:trPr>
          <w:trHeight w:val="1957"/>
          <w:tblCellSpacing w:w="0" w:type="dxa"/>
        </w:trPr>
        <w:tc>
          <w:tcPr>
            <w:tcW w:w="3828" w:type="dxa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sz w:val="20"/>
                <w:szCs w:val="20"/>
              </w:rPr>
              <w:t>0 баллов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отказывался от ответа.</w:t>
            </w:r>
          </w:p>
        </w:tc>
        <w:tc>
          <w:tcPr>
            <w:tcW w:w="2693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5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A03254" w:rsidRPr="00F85F00" w:rsidRDefault="00A03254" w:rsidP="00620C23">
            <w:pPr>
              <w:spacing w:after="0" w:line="240" w:lineRule="auto"/>
            </w:pPr>
            <w:r w:rsidRPr="00F85F00">
              <w:rPr>
                <w:rFonts w:ascii="Times New Roman" w:hAnsi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843" w:type="dxa"/>
            <w:shd w:val="clear" w:color="auto" w:fill="FFFFFF"/>
          </w:tcPr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F00">
              <w:rPr>
                <w:rFonts w:ascii="Times New Roman" w:hAnsi="Times New Roman"/>
                <w:b/>
                <w:bCs/>
                <w:sz w:val="20"/>
                <w:szCs w:val="20"/>
              </w:rPr>
              <w:t>0 баллов</w:t>
            </w:r>
          </w:p>
          <w:p w:rsidR="00A03254" w:rsidRPr="00F85F00" w:rsidRDefault="00A03254" w:rsidP="00620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F00">
              <w:rPr>
                <w:rFonts w:ascii="Times New Roman" w:hAnsi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A03254" w:rsidRDefault="00A03254"/>
    <w:sectPr w:rsidR="00A03254" w:rsidSect="0023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AAA"/>
    <w:rsid w:val="000031BA"/>
    <w:rsid w:val="00005C70"/>
    <w:rsid w:val="000108F5"/>
    <w:rsid w:val="00044AAA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1A56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20C23"/>
    <w:rsid w:val="006301AA"/>
    <w:rsid w:val="006523D7"/>
    <w:rsid w:val="006836C9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8F61E9"/>
    <w:rsid w:val="00914EC7"/>
    <w:rsid w:val="00943E38"/>
    <w:rsid w:val="009605AE"/>
    <w:rsid w:val="00970F48"/>
    <w:rsid w:val="00971D3B"/>
    <w:rsid w:val="00997E40"/>
    <w:rsid w:val="009E0B52"/>
    <w:rsid w:val="00A01579"/>
    <w:rsid w:val="00A03254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72C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41CF2"/>
    <w:rsid w:val="00F662C3"/>
    <w:rsid w:val="00F71911"/>
    <w:rsid w:val="00F71D40"/>
    <w:rsid w:val="00F81725"/>
    <w:rsid w:val="00F85F00"/>
    <w:rsid w:val="00FB1A44"/>
    <w:rsid w:val="00FE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CF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41C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F41CF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361</Words>
  <Characters>2063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2018-09-30T18:46:00Z</dcterms:created>
  <dcterms:modified xsi:type="dcterms:W3CDTF">2018-09-30T20:26:00Z</dcterms:modified>
</cp:coreProperties>
</file>